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DA" w:rsidRPr="001F4250" w:rsidRDefault="00402CDA" w:rsidP="0091791E">
      <w:pPr>
        <w:pStyle w:val="Heading1"/>
        <w:rPr>
          <w:sz w:val="32"/>
          <w:szCs w:val="32"/>
        </w:rPr>
      </w:pPr>
      <w:bookmarkStart w:id="0" w:name="_Toc233133550"/>
      <w:r w:rsidRPr="001F4250">
        <w:rPr>
          <w:sz w:val="32"/>
          <w:szCs w:val="32"/>
        </w:rPr>
        <w:t>Тестовые задания по теме: «</w:t>
      </w:r>
      <w:r>
        <w:rPr>
          <w:sz w:val="32"/>
          <w:szCs w:val="32"/>
        </w:rPr>
        <w:t>Гипотиреоз</w:t>
      </w:r>
      <w:bookmarkEnd w:id="0"/>
      <w:r w:rsidRPr="001F4250">
        <w:rPr>
          <w:sz w:val="32"/>
          <w:szCs w:val="32"/>
        </w:rPr>
        <w:t>»</w:t>
      </w:r>
    </w:p>
    <w:p w:rsidR="00402CDA" w:rsidRPr="00AA4A9F" w:rsidRDefault="00402CDA" w:rsidP="0091791E"/>
    <w:p w:rsidR="00402CDA" w:rsidRPr="001F4250" w:rsidRDefault="00402CDA" w:rsidP="0091791E">
      <w:pPr>
        <w:rPr>
          <w:b/>
          <w:sz w:val="28"/>
          <w:szCs w:val="28"/>
        </w:rPr>
      </w:pPr>
      <w:r w:rsidRPr="001F4250">
        <w:rPr>
          <w:b/>
          <w:sz w:val="28"/>
          <w:szCs w:val="28"/>
        </w:rPr>
        <w:t>Выберите один правильный ответ</w:t>
      </w:r>
    </w:p>
    <w:p w:rsidR="00402CDA" w:rsidRDefault="00402CDA" w:rsidP="00173E2C">
      <w:pPr>
        <w:numPr>
          <w:ilvl w:val="0"/>
          <w:numId w:val="1"/>
        </w:num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ПРИ АУТОИММУННОМ ТИРЕОИДИТЕ НАИБОЛЬШЕЕ ПАТОГЕНЕТИЧЕСКОЕ ЗНАЧЕНИЕ ПРИНАДЛЕЖИТ АНТИТЕЛАМ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 тиреоглобулину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 рецептору ТТГ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 тиреопероксидазе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ГОРМОНАЛЬНОГО ИССЛЕДОВАНИЯ ПРИ ГИПОТИРЕОЗЕ ХАРАКТЕРИЗУЮТСЯ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тироксин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трийодтиронин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тиреоглобулин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СЦИНТИГРАФИИ ПРИ АУТОИММУННОМ ТИРЕОИДИТЕ ХАРАКТЕРИЗУЮТСЯ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повышенный титр антител к тиреоглобулину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повышенный титр антител к рецептору ТТГ</w:t>
      </w:r>
    </w:p>
    <w:p w:rsidR="00402CDA" w:rsidRDefault="00402CDA" w:rsidP="00173E2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повышенный титр антител к тиреопероксидазе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СУБКЛИНИЧЕСКИЙ ГИПОТИРЕОЗ ХАРАКТЕРИЗУЕТСЯ</w:t>
      </w:r>
    </w:p>
    <w:p w:rsidR="00402CDA" w:rsidRDefault="00402CDA" w:rsidP="00173E2C">
      <w:pPr>
        <w:numPr>
          <w:ilvl w:val="0"/>
          <w:numId w:val="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повышением уровня ТТГ и снижением уровня Т4, Т3</w:t>
      </w:r>
    </w:p>
    <w:p w:rsidR="00402CDA" w:rsidRDefault="00402CDA" w:rsidP="00173E2C">
      <w:pPr>
        <w:numPr>
          <w:ilvl w:val="0"/>
          <w:numId w:val="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снижением уровня Т4 и повышением уровня Т4, Т3</w:t>
      </w:r>
    </w:p>
    <w:p w:rsidR="00402CDA" w:rsidRDefault="00402CDA" w:rsidP="00173E2C">
      <w:pPr>
        <w:numPr>
          <w:ilvl w:val="0"/>
          <w:numId w:val="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снижением уровня ТТГ, Т4, Т3</w:t>
      </w:r>
    </w:p>
    <w:p w:rsidR="00402CDA" w:rsidRDefault="00402CDA" w:rsidP="00173E2C">
      <w:pPr>
        <w:numPr>
          <w:ilvl w:val="0"/>
          <w:numId w:val="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повышением уровня ТТГ, Т4, Т3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НАИБОЛЕЕ ЧАСТОЙ ПРИЧИНОЙ РАЗВИТИЯ ГИПОТИРЕОЗА ЯВЛЯЕТСЯ</w:t>
      </w:r>
    </w:p>
    <w:p w:rsidR="00402CDA" w:rsidRDefault="00402CDA" w:rsidP="00173E2C">
      <w:pPr>
        <w:numPr>
          <w:ilvl w:val="0"/>
          <w:numId w:val="5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эндемический зоб</w:t>
      </w:r>
    </w:p>
    <w:p w:rsidR="00402CDA" w:rsidRDefault="00402CDA" w:rsidP="00173E2C">
      <w:pPr>
        <w:numPr>
          <w:ilvl w:val="0"/>
          <w:numId w:val="5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аутоиммунный тиреоидит</w:t>
      </w:r>
    </w:p>
    <w:p w:rsidR="00402CDA" w:rsidRDefault="00402CDA" w:rsidP="00173E2C">
      <w:pPr>
        <w:numPr>
          <w:ilvl w:val="0"/>
          <w:numId w:val="5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узловой зоб</w:t>
      </w:r>
    </w:p>
    <w:p w:rsidR="00402CDA" w:rsidRDefault="00402CDA" w:rsidP="00173E2C">
      <w:pPr>
        <w:numPr>
          <w:ilvl w:val="0"/>
          <w:numId w:val="5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рак щитовидной железы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СОСТОЯНИЕ СЕРДЕЧНО-СОСУДИСТОЙ СИСТЕМЫ ПРИ ГИПОТИРЕОЗЕ ХАРАКТЕРИЗУЕТСЯ</w:t>
      </w:r>
    </w:p>
    <w:p w:rsidR="00402CDA" w:rsidRDefault="00402CDA" w:rsidP="00173E2C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ускоренным высокоамплитудным пульсом</w:t>
      </w:r>
    </w:p>
    <w:p w:rsidR="00402CDA" w:rsidRDefault="00402CDA" w:rsidP="00173E2C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усиленным верхушечным толчком сердца</w:t>
      </w:r>
    </w:p>
    <w:p w:rsidR="00402CDA" w:rsidRDefault="00402CDA" w:rsidP="00173E2C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повышением систолического и снижением диастолического артериального давления</w:t>
      </w:r>
    </w:p>
    <w:p w:rsidR="00402CDA" w:rsidRDefault="00402CDA" w:rsidP="00173E2C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повышением диастолического артериального давления 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СОСТОЯНИЕ ЖЕЛУДОЧНО_КИШЕЧНОГО ТРАКТА ПРИ ГИПОТИРЕОЗЕ ХАРАКТЕРИЗУЮТСЯ</w:t>
      </w:r>
    </w:p>
    <w:p w:rsidR="00402CDA" w:rsidRDefault="00402CDA" w:rsidP="00173E2C">
      <w:pPr>
        <w:numPr>
          <w:ilvl w:val="0"/>
          <w:numId w:val="7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сниженным аппетитом в сочетании со склонностью к увеличению массы тела</w:t>
      </w:r>
    </w:p>
    <w:p w:rsidR="00402CDA" w:rsidRDefault="00402CDA" w:rsidP="00173E2C">
      <w:pPr>
        <w:numPr>
          <w:ilvl w:val="0"/>
          <w:numId w:val="7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повышенным аппетитом</w:t>
      </w:r>
    </w:p>
    <w:p w:rsidR="00402CDA" w:rsidRDefault="00402CDA" w:rsidP="00173E2C">
      <w:pPr>
        <w:numPr>
          <w:ilvl w:val="0"/>
          <w:numId w:val="7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похуданием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СРЕДНЯЯ НАЧАЛЬНАЯ ДОЗА ПРЕПАРАТА ЛЕВОТИРОКСИНА ДЛЯ ЗАМЕСТИТЕЛЬНОЙ ТЕРАПИИ СОСТАВЯЛЕТ</w:t>
      </w:r>
    </w:p>
    <w:p w:rsidR="00402CDA" w:rsidRDefault="00402CDA" w:rsidP="00173E2C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25 мкг в сутки</w:t>
      </w:r>
    </w:p>
    <w:p w:rsidR="00402CDA" w:rsidRDefault="00402CDA" w:rsidP="00173E2C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100 мкг в сутки</w:t>
      </w:r>
    </w:p>
    <w:p w:rsidR="00402CDA" w:rsidRDefault="00402CDA" w:rsidP="00173E2C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200 мкг в сутки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СОПУТСТВУЮЩЕЙ КАРДИАЛЬНОЙ ПАТОЛОГИИ СРЕДНЯЯ НАЧАЛЬНАЯ ДОЗА ПРЕПАРАТА ЛЕВОТИРОКСИНА СОСТАВЛЯЕТ</w:t>
      </w:r>
    </w:p>
    <w:p w:rsidR="00402CDA" w:rsidRDefault="00402CDA" w:rsidP="00173E2C">
      <w:pPr>
        <w:numPr>
          <w:ilvl w:val="0"/>
          <w:numId w:val="23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6,25–12,5 мкг в сутки</w:t>
      </w:r>
    </w:p>
    <w:p w:rsidR="00402CDA" w:rsidRDefault="00402CDA" w:rsidP="00173E2C">
      <w:pPr>
        <w:numPr>
          <w:ilvl w:val="0"/>
          <w:numId w:val="23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25 мкг в сутки</w:t>
      </w:r>
    </w:p>
    <w:p w:rsidR="00402CDA" w:rsidRDefault="00402CDA" w:rsidP="00173E2C">
      <w:pPr>
        <w:numPr>
          <w:ilvl w:val="0"/>
          <w:numId w:val="23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50 мкг в сутки</w:t>
      </w:r>
    </w:p>
    <w:p w:rsidR="00402CDA" w:rsidRDefault="00402CDA" w:rsidP="00173E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ЗАМЕСТИТЕЛЬНАЯ ТЕРАПИЯ ПРОВОДИТСЯ</w:t>
      </w:r>
    </w:p>
    <w:p w:rsidR="00402CDA" w:rsidRDefault="00402CDA" w:rsidP="00173E2C">
      <w:pPr>
        <w:numPr>
          <w:ilvl w:val="0"/>
          <w:numId w:val="2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 достижения эутиреоза</w:t>
      </w:r>
    </w:p>
    <w:p w:rsidR="00402CDA" w:rsidRDefault="00402CDA" w:rsidP="00173E2C">
      <w:pPr>
        <w:numPr>
          <w:ilvl w:val="0"/>
          <w:numId w:val="2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 улучшения самочувствия</w:t>
      </w:r>
    </w:p>
    <w:p w:rsidR="00402CDA" w:rsidRDefault="00402CDA" w:rsidP="00173E2C">
      <w:pPr>
        <w:numPr>
          <w:ilvl w:val="0"/>
          <w:numId w:val="24"/>
        </w:numPr>
        <w:tabs>
          <w:tab w:val="clear" w:pos="720"/>
          <w:tab w:val="num" w:pos="1080"/>
        </w:tabs>
        <w:ind w:left="108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пожизненно</w:t>
      </w:r>
    </w:p>
    <w:p w:rsidR="00402CDA" w:rsidRDefault="00402CDA" w:rsidP="0091791E">
      <w:pPr>
        <w:rPr>
          <w:b/>
          <w:sz w:val="28"/>
          <w:szCs w:val="28"/>
        </w:rPr>
      </w:pPr>
    </w:p>
    <w:sectPr w:rsidR="00402CDA" w:rsidSect="00002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624F"/>
    <w:multiLevelType w:val="hybridMultilevel"/>
    <w:tmpl w:val="4E989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B2CD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4B0E08"/>
    <w:multiLevelType w:val="hybridMultilevel"/>
    <w:tmpl w:val="E690D9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76EF3"/>
    <w:multiLevelType w:val="hybridMultilevel"/>
    <w:tmpl w:val="412CB248"/>
    <w:lvl w:ilvl="0" w:tplc="532AF590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BA5076"/>
    <w:multiLevelType w:val="hybridMultilevel"/>
    <w:tmpl w:val="50F2CCB6"/>
    <w:lvl w:ilvl="0" w:tplc="10A4BC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5E1552"/>
    <w:multiLevelType w:val="hybridMultilevel"/>
    <w:tmpl w:val="3F7856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F223A0"/>
    <w:multiLevelType w:val="hybridMultilevel"/>
    <w:tmpl w:val="F24843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E3600C"/>
    <w:multiLevelType w:val="hybridMultilevel"/>
    <w:tmpl w:val="25882E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BD6C33"/>
    <w:multiLevelType w:val="hybridMultilevel"/>
    <w:tmpl w:val="513839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8E43B6"/>
    <w:multiLevelType w:val="hybridMultilevel"/>
    <w:tmpl w:val="2DB24E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3B61DE"/>
    <w:multiLevelType w:val="hybridMultilevel"/>
    <w:tmpl w:val="F24847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C563AF0"/>
    <w:multiLevelType w:val="hybridMultilevel"/>
    <w:tmpl w:val="508809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FF15A6"/>
    <w:multiLevelType w:val="hybridMultilevel"/>
    <w:tmpl w:val="C7D83B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D015365"/>
    <w:multiLevelType w:val="hybridMultilevel"/>
    <w:tmpl w:val="B77E0BCE"/>
    <w:lvl w:ilvl="0" w:tplc="8E2A8B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4E543B50"/>
    <w:multiLevelType w:val="hybridMultilevel"/>
    <w:tmpl w:val="51CED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FD0DEA"/>
    <w:multiLevelType w:val="hybridMultilevel"/>
    <w:tmpl w:val="2D128CF0"/>
    <w:lvl w:ilvl="0" w:tplc="CD7204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50A926D5"/>
    <w:multiLevelType w:val="hybridMultilevel"/>
    <w:tmpl w:val="93103758"/>
    <w:lvl w:ilvl="0" w:tplc="CE3E96C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53553687"/>
    <w:multiLevelType w:val="hybridMultilevel"/>
    <w:tmpl w:val="185267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723D63"/>
    <w:multiLevelType w:val="hybridMultilevel"/>
    <w:tmpl w:val="05AA9350"/>
    <w:lvl w:ilvl="0" w:tplc="83F60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557C4674"/>
    <w:multiLevelType w:val="hybridMultilevel"/>
    <w:tmpl w:val="35B6F1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F730A9"/>
    <w:multiLevelType w:val="hybridMultilevel"/>
    <w:tmpl w:val="EF68F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C5365D"/>
    <w:multiLevelType w:val="hybridMultilevel"/>
    <w:tmpl w:val="3F921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B5434D"/>
    <w:multiLevelType w:val="hybridMultilevel"/>
    <w:tmpl w:val="BB10D0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D23DD3"/>
    <w:multiLevelType w:val="hybridMultilevel"/>
    <w:tmpl w:val="C436F8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221CE8"/>
    <w:multiLevelType w:val="hybridMultilevel"/>
    <w:tmpl w:val="F154E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6326ACB"/>
    <w:multiLevelType w:val="hybridMultilevel"/>
    <w:tmpl w:val="DCB00E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8AE15D0"/>
    <w:multiLevelType w:val="hybridMultilevel"/>
    <w:tmpl w:val="4C4C8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CBD576D"/>
    <w:multiLevelType w:val="hybridMultilevel"/>
    <w:tmpl w:val="C7C8C23C"/>
    <w:lvl w:ilvl="0" w:tplc="20B2D6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205C19"/>
    <w:multiLevelType w:val="hybridMultilevel"/>
    <w:tmpl w:val="8C6449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F8E62DB"/>
    <w:multiLevelType w:val="hybridMultilevel"/>
    <w:tmpl w:val="65A836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6C70DC4"/>
    <w:multiLevelType w:val="hybridMultilevel"/>
    <w:tmpl w:val="6D6C50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B46362"/>
    <w:multiLevelType w:val="hybridMultilevel"/>
    <w:tmpl w:val="9E024474"/>
    <w:lvl w:ilvl="0" w:tplc="AC247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E584EE9"/>
    <w:multiLevelType w:val="hybridMultilevel"/>
    <w:tmpl w:val="C9DECC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9"/>
  </w:num>
  <w:num w:numId="4">
    <w:abstractNumId w:val="28"/>
  </w:num>
  <w:num w:numId="5">
    <w:abstractNumId w:val="31"/>
  </w:num>
  <w:num w:numId="6">
    <w:abstractNumId w:val="8"/>
  </w:num>
  <w:num w:numId="7">
    <w:abstractNumId w:val="18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21"/>
  </w:num>
  <w:num w:numId="13">
    <w:abstractNumId w:val="19"/>
  </w:num>
  <w:num w:numId="14">
    <w:abstractNumId w:val="3"/>
  </w:num>
  <w:num w:numId="15">
    <w:abstractNumId w:val="22"/>
  </w:num>
  <w:num w:numId="16">
    <w:abstractNumId w:val="27"/>
  </w:num>
  <w:num w:numId="17">
    <w:abstractNumId w:val="30"/>
  </w:num>
  <w:num w:numId="18">
    <w:abstractNumId w:val="5"/>
  </w:num>
  <w:num w:numId="19">
    <w:abstractNumId w:val="20"/>
  </w:num>
  <w:num w:numId="20">
    <w:abstractNumId w:val="9"/>
  </w:num>
  <w:num w:numId="21">
    <w:abstractNumId w:val="26"/>
  </w:num>
  <w:num w:numId="22">
    <w:abstractNumId w:val="11"/>
  </w:num>
  <w:num w:numId="23">
    <w:abstractNumId w:val="6"/>
  </w:num>
  <w:num w:numId="24">
    <w:abstractNumId w:val="23"/>
  </w:num>
  <w:num w:numId="25">
    <w:abstractNumId w:val="25"/>
  </w:num>
  <w:num w:numId="26">
    <w:abstractNumId w:val="2"/>
  </w:num>
  <w:num w:numId="27">
    <w:abstractNumId w:val="24"/>
  </w:num>
  <w:num w:numId="28">
    <w:abstractNumId w:val="17"/>
  </w:num>
  <w:num w:numId="29">
    <w:abstractNumId w:val="12"/>
  </w:num>
  <w:num w:numId="30">
    <w:abstractNumId w:val="14"/>
  </w:num>
  <w:num w:numId="31">
    <w:abstractNumId w:val="13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12B"/>
    <w:rsid w:val="00002706"/>
    <w:rsid w:val="00073785"/>
    <w:rsid w:val="000F4BF7"/>
    <w:rsid w:val="00173E2C"/>
    <w:rsid w:val="00181412"/>
    <w:rsid w:val="0019278D"/>
    <w:rsid w:val="001F4250"/>
    <w:rsid w:val="00341720"/>
    <w:rsid w:val="00402CDA"/>
    <w:rsid w:val="00542D3E"/>
    <w:rsid w:val="006A2EF2"/>
    <w:rsid w:val="00841889"/>
    <w:rsid w:val="0091791E"/>
    <w:rsid w:val="009217E4"/>
    <w:rsid w:val="00AA4A9F"/>
    <w:rsid w:val="00AD5114"/>
    <w:rsid w:val="00B21C76"/>
    <w:rsid w:val="00B8312B"/>
    <w:rsid w:val="00D60CA6"/>
    <w:rsid w:val="00D9641C"/>
    <w:rsid w:val="00E2649C"/>
    <w:rsid w:val="00FB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91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791E"/>
    <w:pPr>
      <w:keepNext/>
      <w:ind w:firstLine="720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791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91791E"/>
    <w:pPr>
      <w:spacing w:line="360" w:lineRule="auto"/>
      <w:ind w:firstLine="72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1791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247</Words>
  <Characters>1411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2017-06-07T09:32:00Z</dcterms:created>
  <dcterms:modified xsi:type="dcterms:W3CDTF">2019-08-28T10:06:00Z</dcterms:modified>
</cp:coreProperties>
</file>