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7A0" w:rsidRDefault="00A277A0" w:rsidP="00ED628D">
      <w:pPr>
        <w:rPr>
          <w:sz w:val="28"/>
          <w:szCs w:val="28"/>
        </w:rPr>
      </w:pPr>
    </w:p>
    <w:p w:rsidR="00A277A0" w:rsidRDefault="00A277A0" w:rsidP="00ED628D">
      <w:pPr>
        <w:rPr>
          <w:sz w:val="28"/>
          <w:szCs w:val="28"/>
        </w:rPr>
      </w:pPr>
    </w:p>
    <w:p w:rsidR="00A277A0" w:rsidRDefault="00A277A0" w:rsidP="00ED628D">
      <w:pPr>
        <w:rPr>
          <w:sz w:val="28"/>
          <w:szCs w:val="28"/>
          <w:lang w:val="en-US"/>
        </w:rPr>
      </w:pPr>
      <w:r>
        <w:rPr>
          <w:sz w:val="28"/>
          <w:szCs w:val="28"/>
        </w:rPr>
        <w:t>КЛИНИЧЕСКАЯ ФАРМАКОЛОГИЯ                 3   ВАРИАНТ          20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 </w:t>
      </w:r>
    </w:p>
    <w:p w:rsidR="00A277A0" w:rsidRPr="00B93E72" w:rsidRDefault="00A277A0" w:rsidP="00ED628D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B93E72">
        <w:rPr>
          <w:b/>
          <w:bCs/>
          <w:color w:val="000000"/>
          <w:sz w:val="28"/>
          <w:szCs w:val="28"/>
        </w:rPr>
        <w:t>Итоговое тестирование</w:t>
      </w:r>
    </w:p>
    <w:p w:rsidR="00A277A0" w:rsidRPr="00ED628D" w:rsidRDefault="00A277A0" w:rsidP="00ED628D">
      <w:pPr>
        <w:rPr>
          <w:sz w:val="28"/>
          <w:szCs w:val="28"/>
          <w:lang w:val="en-US"/>
        </w:rPr>
      </w:pPr>
    </w:p>
    <w:p w:rsidR="00A277A0" w:rsidRDefault="00A277A0" w:rsidP="00ED628D">
      <w:pPr>
        <w:rPr>
          <w:sz w:val="28"/>
          <w:szCs w:val="28"/>
        </w:rPr>
      </w:pPr>
    </w:p>
    <w:tbl>
      <w:tblPr>
        <w:tblW w:w="8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1"/>
        <w:gridCol w:w="1258"/>
        <w:gridCol w:w="759"/>
        <w:gridCol w:w="1084"/>
        <w:gridCol w:w="759"/>
        <w:gridCol w:w="1543"/>
        <w:gridCol w:w="782"/>
        <w:gridCol w:w="1203"/>
      </w:tblGrid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084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543" w:type="dxa"/>
          </w:tcPr>
          <w:p w:rsidR="00A277A0" w:rsidRPr="009A7491" w:rsidRDefault="00A277A0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203" w:type="dxa"/>
          </w:tcPr>
          <w:p w:rsidR="00A277A0" w:rsidRDefault="00A277A0">
            <w:r w:rsidRPr="001465E5">
              <w:rPr>
                <w:sz w:val="32"/>
                <w:szCs w:val="32"/>
                <w:lang w:val="en-US"/>
              </w:rPr>
              <w:t>1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084" w:type="dxa"/>
          </w:tcPr>
          <w:p w:rsidR="00A277A0" w:rsidRDefault="00A277A0">
            <w:r w:rsidRPr="008D2CA4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543" w:type="dxa"/>
          </w:tcPr>
          <w:p w:rsidR="00A277A0" w:rsidRPr="009A7491" w:rsidRDefault="00A277A0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203" w:type="dxa"/>
          </w:tcPr>
          <w:p w:rsidR="00A277A0" w:rsidRDefault="00A277A0">
            <w:r w:rsidRPr="001465E5">
              <w:rPr>
                <w:sz w:val="32"/>
                <w:szCs w:val="32"/>
                <w:lang w:val="en-US"/>
              </w:rPr>
              <w:t>1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084" w:type="dxa"/>
          </w:tcPr>
          <w:p w:rsidR="00A277A0" w:rsidRDefault="00A277A0">
            <w:r w:rsidRPr="008D2CA4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543" w:type="dxa"/>
          </w:tcPr>
          <w:p w:rsidR="00A277A0" w:rsidRPr="009A7491" w:rsidRDefault="00A277A0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203" w:type="dxa"/>
          </w:tcPr>
          <w:p w:rsidR="00A277A0" w:rsidRDefault="00A277A0">
            <w:r w:rsidRPr="00EC2C5D">
              <w:rPr>
                <w:sz w:val="32"/>
                <w:szCs w:val="32"/>
                <w:lang w:val="en-US"/>
              </w:rPr>
              <w:t>2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Default="00A277A0">
            <w:r w:rsidRPr="00A85CC9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084" w:type="dxa"/>
          </w:tcPr>
          <w:p w:rsidR="00A277A0" w:rsidRDefault="00A277A0">
            <w:r w:rsidRPr="008D2CA4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543" w:type="dxa"/>
          </w:tcPr>
          <w:p w:rsidR="00A277A0" w:rsidRPr="009A7491" w:rsidRDefault="00A277A0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203" w:type="dxa"/>
          </w:tcPr>
          <w:p w:rsidR="00A277A0" w:rsidRDefault="00A277A0">
            <w:r w:rsidRPr="00EC2C5D">
              <w:rPr>
                <w:sz w:val="32"/>
                <w:szCs w:val="32"/>
                <w:lang w:val="en-US"/>
              </w:rPr>
              <w:t>2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Default="00A277A0">
            <w:r w:rsidRPr="00A85CC9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084" w:type="dxa"/>
          </w:tcPr>
          <w:p w:rsidR="00A277A0" w:rsidRDefault="00A277A0">
            <w:r w:rsidRPr="008D2CA4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543" w:type="dxa"/>
          </w:tcPr>
          <w:p w:rsidR="00A277A0" w:rsidRDefault="00A277A0">
            <w:r w:rsidRPr="00BF01F0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203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Default="00A277A0">
            <w:r w:rsidRPr="00A85CC9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084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543" w:type="dxa"/>
          </w:tcPr>
          <w:p w:rsidR="00A277A0" w:rsidRDefault="00A277A0">
            <w:r w:rsidRPr="00BF01F0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203" w:type="dxa"/>
          </w:tcPr>
          <w:p w:rsidR="00A277A0" w:rsidRDefault="00A277A0">
            <w:r w:rsidRPr="008C06C6">
              <w:rPr>
                <w:sz w:val="32"/>
                <w:szCs w:val="32"/>
                <w:lang w:val="en-US"/>
              </w:rPr>
              <w:t>1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084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543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203" w:type="dxa"/>
          </w:tcPr>
          <w:p w:rsidR="00A277A0" w:rsidRDefault="00A277A0">
            <w:r w:rsidRPr="008C06C6">
              <w:rPr>
                <w:sz w:val="32"/>
                <w:szCs w:val="32"/>
                <w:lang w:val="en-US"/>
              </w:rPr>
              <w:t>1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084" w:type="dxa"/>
          </w:tcPr>
          <w:p w:rsidR="00A277A0" w:rsidRDefault="00A277A0" w:rsidP="004F10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543" w:type="dxa"/>
          </w:tcPr>
          <w:p w:rsidR="00A277A0" w:rsidRPr="009A7491" w:rsidRDefault="00A277A0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203" w:type="dxa"/>
          </w:tcPr>
          <w:p w:rsidR="00A277A0" w:rsidRDefault="00A277A0">
            <w:r w:rsidRPr="008C06C6">
              <w:rPr>
                <w:sz w:val="32"/>
                <w:szCs w:val="32"/>
                <w:lang w:val="en-US"/>
              </w:rPr>
              <w:t>1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084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543" w:type="dxa"/>
          </w:tcPr>
          <w:p w:rsidR="00A277A0" w:rsidRDefault="00A277A0">
            <w:r w:rsidRPr="0037026F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203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Default="00A277A0">
            <w:r w:rsidRPr="00223CFA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084" w:type="dxa"/>
          </w:tcPr>
          <w:p w:rsidR="00A277A0" w:rsidRDefault="00A277A0" w:rsidP="004F10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543" w:type="dxa"/>
          </w:tcPr>
          <w:p w:rsidR="00A277A0" w:rsidRDefault="00A277A0">
            <w:r w:rsidRPr="0037026F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203" w:type="dxa"/>
          </w:tcPr>
          <w:p w:rsidR="00A277A0" w:rsidRDefault="00A277A0">
            <w:r w:rsidRPr="005B4780">
              <w:rPr>
                <w:sz w:val="32"/>
                <w:szCs w:val="32"/>
                <w:lang w:val="en-US"/>
              </w:rPr>
              <w:t>1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Default="00A277A0">
            <w:r w:rsidRPr="00223CFA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084" w:type="dxa"/>
          </w:tcPr>
          <w:p w:rsidR="00A277A0" w:rsidRDefault="00A277A0">
            <w:r w:rsidRPr="0098636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543" w:type="dxa"/>
          </w:tcPr>
          <w:p w:rsidR="00A277A0" w:rsidRDefault="00A277A0">
            <w:r w:rsidRPr="0037026F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203" w:type="dxa"/>
          </w:tcPr>
          <w:p w:rsidR="00A277A0" w:rsidRDefault="00A277A0">
            <w:r w:rsidRPr="005B4780">
              <w:rPr>
                <w:sz w:val="32"/>
                <w:szCs w:val="32"/>
                <w:lang w:val="en-US"/>
              </w:rPr>
              <w:t>1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084" w:type="dxa"/>
          </w:tcPr>
          <w:p w:rsidR="00A277A0" w:rsidRDefault="00A277A0">
            <w:r w:rsidRPr="0098636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543" w:type="dxa"/>
          </w:tcPr>
          <w:p w:rsidR="00A277A0" w:rsidRPr="009A7491" w:rsidRDefault="00A277A0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203" w:type="dxa"/>
          </w:tcPr>
          <w:p w:rsidR="00A277A0" w:rsidRDefault="00A277A0">
            <w:r w:rsidRPr="005B4780">
              <w:rPr>
                <w:sz w:val="32"/>
                <w:szCs w:val="32"/>
                <w:lang w:val="en-US"/>
              </w:rPr>
              <w:t>1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Default="00A277A0">
            <w:r w:rsidRPr="003B3A4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084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543" w:type="dxa"/>
          </w:tcPr>
          <w:p w:rsidR="00A277A0" w:rsidRDefault="00A277A0">
            <w:r w:rsidRPr="003D78AF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203" w:type="dxa"/>
          </w:tcPr>
          <w:p w:rsidR="00A277A0" w:rsidRDefault="00A277A0">
            <w:r w:rsidRPr="005B4780">
              <w:rPr>
                <w:sz w:val="32"/>
                <w:szCs w:val="32"/>
                <w:lang w:val="en-US"/>
              </w:rPr>
              <w:t>1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Default="00A277A0">
            <w:r w:rsidRPr="003B3A4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084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543" w:type="dxa"/>
          </w:tcPr>
          <w:p w:rsidR="00A277A0" w:rsidRDefault="00A277A0">
            <w:r w:rsidRPr="003D78AF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203" w:type="dxa"/>
          </w:tcPr>
          <w:p w:rsidR="00A277A0" w:rsidRDefault="00A277A0">
            <w:r w:rsidRPr="005B4780">
              <w:rPr>
                <w:sz w:val="32"/>
                <w:szCs w:val="32"/>
                <w:lang w:val="en-US"/>
              </w:rPr>
              <w:t>1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Default="00A277A0">
            <w:r w:rsidRPr="003B3A4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084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543" w:type="dxa"/>
          </w:tcPr>
          <w:p w:rsidR="00A277A0" w:rsidRDefault="00A277A0">
            <w:r w:rsidRPr="003D78AF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203" w:type="dxa"/>
          </w:tcPr>
          <w:p w:rsidR="00A277A0" w:rsidRDefault="00A277A0">
            <w:r w:rsidRPr="005B4780">
              <w:rPr>
                <w:sz w:val="32"/>
                <w:szCs w:val="32"/>
                <w:lang w:val="en-US"/>
              </w:rPr>
              <w:t>1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084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543" w:type="dxa"/>
          </w:tcPr>
          <w:p w:rsidR="00A277A0" w:rsidRDefault="00A277A0">
            <w:r w:rsidRPr="003D78AF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203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Default="00A277A0">
            <w:r w:rsidRPr="00140E7E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084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543" w:type="dxa"/>
          </w:tcPr>
          <w:p w:rsidR="00A277A0" w:rsidRPr="009A7491" w:rsidRDefault="00A277A0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203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Default="00A277A0">
            <w:r w:rsidRPr="00140E7E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084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543" w:type="dxa"/>
          </w:tcPr>
          <w:p w:rsidR="00A277A0" w:rsidRDefault="00A277A0">
            <w:r w:rsidRPr="00F93E5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203" w:type="dxa"/>
          </w:tcPr>
          <w:p w:rsidR="00A277A0" w:rsidRDefault="00A277A0">
            <w:r w:rsidRPr="0032421A">
              <w:rPr>
                <w:sz w:val="32"/>
                <w:szCs w:val="32"/>
                <w:lang w:val="en-US"/>
              </w:rPr>
              <w:t>5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084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543" w:type="dxa"/>
          </w:tcPr>
          <w:p w:rsidR="00A277A0" w:rsidRDefault="00A277A0">
            <w:r w:rsidRPr="00F93E5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203" w:type="dxa"/>
          </w:tcPr>
          <w:p w:rsidR="00A277A0" w:rsidRDefault="00A277A0">
            <w:r w:rsidRPr="0032421A">
              <w:rPr>
                <w:sz w:val="32"/>
                <w:szCs w:val="32"/>
                <w:lang w:val="en-US"/>
              </w:rPr>
              <w:t>5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084" w:type="dxa"/>
          </w:tcPr>
          <w:p w:rsidR="00A277A0" w:rsidRDefault="00A277A0">
            <w:r w:rsidRPr="007D21F1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543" w:type="dxa"/>
          </w:tcPr>
          <w:p w:rsidR="00A277A0" w:rsidRDefault="00A277A0">
            <w:r w:rsidRPr="00E233D2"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203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084" w:type="dxa"/>
          </w:tcPr>
          <w:p w:rsidR="00A277A0" w:rsidRDefault="00A277A0">
            <w:r w:rsidRPr="007D21F1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543" w:type="dxa"/>
          </w:tcPr>
          <w:p w:rsidR="00A277A0" w:rsidRDefault="00A277A0">
            <w:r w:rsidRPr="00E233D2"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203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084" w:type="dxa"/>
          </w:tcPr>
          <w:p w:rsidR="00A277A0" w:rsidRDefault="00A277A0">
            <w:r w:rsidRPr="009C41E4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543" w:type="dxa"/>
          </w:tcPr>
          <w:p w:rsidR="00A277A0" w:rsidRDefault="00A277A0">
            <w:r w:rsidRPr="00E233D2"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203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084" w:type="dxa"/>
          </w:tcPr>
          <w:p w:rsidR="00A277A0" w:rsidRDefault="00A277A0">
            <w:r w:rsidRPr="009C41E4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543" w:type="dxa"/>
          </w:tcPr>
          <w:p w:rsidR="00A277A0" w:rsidRPr="009A7491" w:rsidRDefault="00A277A0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203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Default="00A277A0">
            <w:r w:rsidRPr="00527555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084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543" w:type="dxa"/>
          </w:tcPr>
          <w:p w:rsidR="00A277A0" w:rsidRPr="009A7491" w:rsidRDefault="00A277A0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203" w:type="dxa"/>
          </w:tcPr>
          <w:p w:rsidR="00A277A0" w:rsidRDefault="00A277A0">
            <w:r w:rsidRPr="00E0310C">
              <w:rPr>
                <w:sz w:val="32"/>
                <w:szCs w:val="32"/>
                <w:lang w:val="en-US"/>
              </w:rPr>
              <w:t>1</w:t>
            </w:r>
          </w:p>
        </w:tc>
      </w:tr>
      <w:tr w:rsidR="00A277A0" w:rsidTr="0015553F">
        <w:tc>
          <w:tcPr>
            <w:tcW w:w="891" w:type="dxa"/>
          </w:tcPr>
          <w:p w:rsidR="00A277A0" w:rsidRDefault="00A277A0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A277A0" w:rsidRDefault="00A277A0">
            <w:r w:rsidRPr="00527555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084" w:type="dxa"/>
          </w:tcPr>
          <w:p w:rsidR="00A277A0" w:rsidRPr="009A7491" w:rsidRDefault="00A277A0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543" w:type="dxa"/>
          </w:tcPr>
          <w:p w:rsidR="00A277A0" w:rsidRPr="009A7491" w:rsidRDefault="00A277A0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A277A0" w:rsidRDefault="00A277A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203" w:type="dxa"/>
          </w:tcPr>
          <w:p w:rsidR="00A277A0" w:rsidRDefault="00A277A0">
            <w:r w:rsidRPr="00E0310C">
              <w:rPr>
                <w:sz w:val="32"/>
                <w:szCs w:val="32"/>
                <w:lang w:val="en-US"/>
              </w:rPr>
              <w:t>1</w:t>
            </w:r>
          </w:p>
        </w:tc>
      </w:tr>
    </w:tbl>
    <w:p w:rsidR="00A277A0" w:rsidRDefault="00A277A0" w:rsidP="00ED628D">
      <w:pPr>
        <w:rPr>
          <w:sz w:val="28"/>
          <w:szCs w:val="28"/>
        </w:rPr>
      </w:pPr>
    </w:p>
    <w:p w:rsidR="00A277A0" w:rsidRDefault="00A277A0"/>
    <w:sectPr w:rsidR="00A277A0" w:rsidSect="0079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28D"/>
    <w:rsid w:val="000C105A"/>
    <w:rsid w:val="00140E7E"/>
    <w:rsid w:val="001465E5"/>
    <w:rsid w:val="0015553F"/>
    <w:rsid w:val="00223CFA"/>
    <w:rsid w:val="002628B1"/>
    <w:rsid w:val="0032421A"/>
    <w:rsid w:val="0037026F"/>
    <w:rsid w:val="003B3A46"/>
    <w:rsid w:val="003D0948"/>
    <w:rsid w:val="003D78AF"/>
    <w:rsid w:val="00401130"/>
    <w:rsid w:val="004601CB"/>
    <w:rsid w:val="004E15A7"/>
    <w:rsid w:val="004F102F"/>
    <w:rsid w:val="00527555"/>
    <w:rsid w:val="005B4780"/>
    <w:rsid w:val="0077130F"/>
    <w:rsid w:val="00780A8A"/>
    <w:rsid w:val="0079780F"/>
    <w:rsid w:val="007D21F1"/>
    <w:rsid w:val="008C06C6"/>
    <w:rsid w:val="008D2CA4"/>
    <w:rsid w:val="008D6DE5"/>
    <w:rsid w:val="00940FFD"/>
    <w:rsid w:val="00986366"/>
    <w:rsid w:val="009A7491"/>
    <w:rsid w:val="009C41E4"/>
    <w:rsid w:val="00A277A0"/>
    <w:rsid w:val="00A52D72"/>
    <w:rsid w:val="00A85CC9"/>
    <w:rsid w:val="00AA21E9"/>
    <w:rsid w:val="00AB59AF"/>
    <w:rsid w:val="00B93E72"/>
    <w:rsid w:val="00BA49E3"/>
    <w:rsid w:val="00BF01F0"/>
    <w:rsid w:val="00BF6E30"/>
    <w:rsid w:val="00CD1C1F"/>
    <w:rsid w:val="00E0310C"/>
    <w:rsid w:val="00E233D2"/>
    <w:rsid w:val="00EC2C5D"/>
    <w:rsid w:val="00ED628D"/>
    <w:rsid w:val="00F93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28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49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96</Words>
  <Characters>551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Admin</cp:lastModifiedBy>
  <cp:revision>4</cp:revision>
  <dcterms:created xsi:type="dcterms:W3CDTF">2012-06-08T03:40:00Z</dcterms:created>
  <dcterms:modified xsi:type="dcterms:W3CDTF">2013-05-20T16:38:00Z</dcterms:modified>
</cp:coreProperties>
</file>