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4E4" w:rsidRDefault="00F224E4" w:rsidP="00ED628D">
      <w:pPr>
        <w:rPr>
          <w:sz w:val="28"/>
          <w:szCs w:val="28"/>
        </w:rPr>
      </w:pPr>
    </w:p>
    <w:p w:rsidR="00F224E4" w:rsidRDefault="00F224E4" w:rsidP="00ED628D">
      <w:pPr>
        <w:rPr>
          <w:sz w:val="28"/>
          <w:szCs w:val="28"/>
        </w:rPr>
      </w:pPr>
    </w:p>
    <w:p w:rsidR="00F224E4" w:rsidRDefault="00F224E4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 ФАРМАКОЛОГИЯ                  1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F224E4" w:rsidRPr="00B93E72" w:rsidRDefault="00F224E4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F224E4" w:rsidRPr="00ED628D" w:rsidRDefault="00F224E4" w:rsidP="00ED628D">
      <w:pPr>
        <w:rPr>
          <w:sz w:val="28"/>
          <w:szCs w:val="28"/>
          <w:lang w:val="en-US"/>
        </w:rPr>
      </w:pPr>
    </w:p>
    <w:p w:rsidR="00F224E4" w:rsidRDefault="00F224E4" w:rsidP="00ED628D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70518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70518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</w:tcPr>
          <w:p w:rsidR="00F224E4" w:rsidRDefault="00F224E4">
            <w:r w:rsidRPr="009B66FC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</w:tcPr>
          <w:p w:rsidR="00F224E4" w:rsidRDefault="00F224E4">
            <w:r w:rsidRPr="009B66FC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</w:tcPr>
          <w:p w:rsidR="00F224E4" w:rsidRDefault="00F224E4">
            <w:r w:rsidRPr="007C3C7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</w:tcPr>
          <w:p w:rsidR="00F224E4" w:rsidRDefault="00F224E4">
            <w:r w:rsidRPr="009B66FC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</w:tcPr>
          <w:p w:rsidR="00F224E4" w:rsidRDefault="00F224E4">
            <w:r w:rsidRPr="007C3C7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</w:tcPr>
          <w:p w:rsidR="00F224E4" w:rsidRDefault="00F224E4">
            <w:r w:rsidRPr="00CA468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</w:tcPr>
          <w:p w:rsidR="00F224E4" w:rsidRDefault="00F224E4">
            <w:r w:rsidRPr="009B66FC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C0525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</w:tcPr>
          <w:p w:rsidR="00F224E4" w:rsidRDefault="00F224E4">
            <w:r w:rsidRPr="007C3C76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</w:tcPr>
          <w:p w:rsidR="00F224E4" w:rsidRDefault="00F224E4">
            <w:r w:rsidRPr="00CA4689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C0525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C0525E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</w:tcPr>
          <w:p w:rsidR="00F224E4" w:rsidRDefault="00F224E4">
            <w:r w:rsidRPr="00D608A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</w:tcPr>
          <w:p w:rsidR="00F224E4" w:rsidRDefault="00F224E4">
            <w:r w:rsidRPr="008D1EF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</w:tcPr>
          <w:p w:rsidR="00F224E4" w:rsidRDefault="00F224E4">
            <w:r w:rsidRPr="00D608A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BB5CE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</w:tcPr>
          <w:p w:rsidR="00F224E4" w:rsidRDefault="00F224E4">
            <w:r w:rsidRPr="008D1EF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</w:tcPr>
          <w:p w:rsidR="00F224E4" w:rsidRDefault="00F224E4">
            <w:r w:rsidRPr="00D608AD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</w:tcPr>
          <w:p w:rsidR="00F224E4" w:rsidRDefault="00F224E4">
            <w:r w:rsidRPr="006C25D3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BB5CE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</w:tcPr>
          <w:p w:rsidR="00F224E4" w:rsidRDefault="00F224E4">
            <w:r w:rsidRPr="006C25D3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BB5CE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</w:tcPr>
          <w:p w:rsidR="00F224E4" w:rsidRDefault="00F224E4">
            <w:r w:rsidRPr="00CF5AF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</w:tcPr>
          <w:p w:rsidR="00F224E4" w:rsidRDefault="00F224E4">
            <w:r w:rsidRPr="00003D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BB5CE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</w:tcPr>
          <w:p w:rsidR="00F224E4" w:rsidRDefault="00F224E4">
            <w:r w:rsidRPr="00CF5AF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</w:tcPr>
          <w:p w:rsidR="00F224E4" w:rsidRDefault="00F224E4">
            <w:r w:rsidRPr="00003D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BB5CE2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</w:tcPr>
          <w:p w:rsidR="00F224E4" w:rsidRDefault="00F224E4">
            <w:r w:rsidRPr="00CF5AF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</w:tcPr>
          <w:p w:rsidR="00F224E4" w:rsidRDefault="00F224E4">
            <w:r w:rsidRPr="00003D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EF51F5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</w:tcPr>
          <w:p w:rsidR="00F224E4" w:rsidRDefault="00F224E4">
            <w:r w:rsidRPr="00003DCA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EF51F5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</w:tcPr>
          <w:p w:rsidR="00F224E4" w:rsidRDefault="00F224E4">
            <w:r w:rsidRPr="004C0126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</w:tcPr>
          <w:p w:rsidR="00F224E4" w:rsidRDefault="00F224E4">
            <w:r w:rsidRPr="004C0126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</w:tcPr>
          <w:p w:rsidR="00F224E4" w:rsidRDefault="00F224E4">
            <w:r w:rsidRPr="003F07D0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</w:tcPr>
          <w:p w:rsidR="00F224E4" w:rsidRDefault="00F224E4">
            <w:r w:rsidRPr="003F07D0">
              <w:rPr>
                <w:sz w:val="32"/>
                <w:szCs w:val="32"/>
                <w:lang w:val="en-US"/>
              </w:rPr>
              <w:t>1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</w:tcPr>
          <w:p w:rsidR="00F224E4" w:rsidRDefault="00F224E4">
            <w:r w:rsidRPr="0075028E">
              <w:rPr>
                <w:sz w:val="32"/>
                <w:szCs w:val="32"/>
                <w:lang w:val="en-US"/>
              </w:rPr>
              <w:t>2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</w:tcPr>
          <w:p w:rsidR="00F224E4" w:rsidRDefault="00F224E4">
            <w:r w:rsidRPr="0075028E">
              <w:rPr>
                <w:sz w:val="32"/>
                <w:szCs w:val="32"/>
                <w:lang w:val="en-US"/>
              </w:rPr>
              <w:t>2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9C32A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</w:tcPr>
          <w:p w:rsidR="00F224E4" w:rsidRDefault="00F224E4">
            <w:r w:rsidRPr="004D61CC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5</w:t>
            </w:r>
          </w:p>
        </w:tc>
      </w:tr>
      <w:tr w:rsidR="00F224E4" w:rsidTr="00ED628D">
        <w:tc>
          <w:tcPr>
            <w:tcW w:w="1008" w:type="dxa"/>
          </w:tcPr>
          <w:p w:rsidR="00F224E4" w:rsidRDefault="00F224E4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</w:tcPr>
          <w:p w:rsidR="00F224E4" w:rsidRDefault="00F224E4">
            <w:r w:rsidRPr="009C32A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</w:tcPr>
          <w:p w:rsidR="00F224E4" w:rsidRDefault="00F224E4">
            <w:r w:rsidRPr="004D61CC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784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</w:tcPr>
          <w:p w:rsidR="00F224E4" w:rsidRPr="0092490F" w:rsidRDefault="00F224E4">
            <w:pPr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783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</w:tcPr>
          <w:p w:rsidR="00F224E4" w:rsidRDefault="00F224E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2</w:t>
            </w:r>
          </w:p>
        </w:tc>
      </w:tr>
    </w:tbl>
    <w:p w:rsidR="00F224E4" w:rsidRDefault="00F224E4" w:rsidP="00ED628D">
      <w:pPr>
        <w:rPr>
          <w:sz w:val="28"/>
          <w:szCs w:val="28"/>
        </w:rPr>
      </w:pPr>
    </w:p>
    <w:p w:rsidR="00F224E4" w:rsidRDefault="00F224E4"/>
    <w:sectPr w:rsidR="00F224E4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628D"/>
    <w:rsid w:val="00003DCA"/>
    <w:rsid w:val="003D0948"/>
    <w:rsid w:val="003F07D0"/>
    <w:rsid w:val="004C0126"/>
    <w:rsid w:val="004D61CC"/>
    <w:rsid w:val="006C25D3"/>
    <w:rsid w:val="00705182"/>
    <w:rsid w:val="0075028E"/>
    <w:rsid w:val="0077130F"/>
    <w:rsid w:val="00780A8A"/>
    <w:rsid w:val="0079780F"/>
    <w:rsid w:val="007C3C76"/>
    <w:rsid w:val="007C45A7"/>
    <w:rsid w:val="008D1EF8"/>
    <w:rsid w:val="008D6DE5"/>
    <w:rsid w:val="0092490F"/>
    <w:rsid w:val="00940FFD"/>
    <w:rsid w:val="009B66FC"/>
    <w:rsid w:val="009C32A1"/>
    <w:rsid w:val="00A52D72"/>
    <w:rsid w:val="00AA21E9"/>
    <w:rsid w:val="00AB59AF"/>
    <w:rsid w:val="00AF6F37"/>
    <w:rsid w:val="00B93E72"/>
    <w:rsid w:val="00BB5CE2"/>
    <w:rsid w:val="00BF6E30"/>
    <w:rsid w:val="00C0525E"/>
    <w:rsid w:val="00C712FF"/>
    <w:rsid w:val="00CA4689"/>
    <w:rsid w:val="00CF5AF1"/>
    <w:rsid w:val="00D608AD"/>
    <w:rsid w:val="00ED628D"/>
    <w:rsid w:val="00EF51F5"/>
    <w:rsid w:val="00F2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2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59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1</Pages>
  <Words>96</Words>
  <Characters>552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Admin</cp:lastModifiedBy>
  <cp:revision>12</cp:revision>
  <dcterms:created xsi:type="dcterms:W3CDTF">2012-06-04T03:22:00Z</dcterms:created>
  <dcterms:modified xsi:type="dcterms:W3CDTF">2013-05-16T16:23:00Z</dcterms:modified>
</cp:coreProperties>
</file>